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1A1" w:rsidRPr="00B671A1" w:rsidRDefault="00B671A1" w:rsidP="00B671A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671A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671A1" w:rsidRDefault="00B671A1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811999">
      <w:pPr>
        <w:pStyle w:val="Nadpis1"/>
        <w:rPr>
          <w:rFonts w:ascii="Tahoma" w:hAnsi="Tahoma" w:cs="Tahoma"/>
          <w:sz w:val="24"/>
          <w:szCs w:val="24"/>
        </w:rPr>
      </w:pPr>
      <w:r w:rsidRPr="00811999">
        <w:rPr>
          <w:rFonts w:ascii="Tahoma" w:hAnsi="Tahoma" w:cs="Tahoma"/>
          <w:sz w:val="24"/>
          <w:szCs w:val="24"/>
        </w:rPr>
        <w:t>29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3C78C2" w:rsidRPr="005E0400">
        <w:rPr>
          <w:rFonts w:ascii="Tahoma" w:hAnsi="Tahoma" w:cs="Tahoma"/>
          <w:sz w:val="24"/>
          <w:szCs w:val="24"/>
        </w:rPr>
        <w:t>1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D5AB4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Default="00744CE8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Platové výměry ředitelů základních škol a mateřských škol zřizovaných městem Strakonice od 1. ledna 2021   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11999">
        <w:rPr>
          <w:rFonts w:ascii="Tahoma" w:hAnsi="Tahoma" w:cs="Tahoma"/>
          <w:sz w:val="20"/>
          <w:szCs w:val="20"/>
        </w:rPr>
        <w:t>31. 12. 2020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B671A1" w:rsidRDefault="00B671A1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671A1" w:rsidRDefault="00B671A1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099F" w:rsidRPr="00BA099F" w:rsidRDefault="00BA099F" w:rsidP="00BA099F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Platové výměry</w:t>
      </w:r>
      <w:r w:rsidRPr="00BA099F">
        <w:rPr>
          <w:rFonts w:ascii="Tahoma" w:hAnsi="Tahoma" w:cs="Tahoma"/>
          <w:sz w:val="20"/>
          <w:szCs w:val="20"/>
        </w:rPr>
        <w:t xml:space="preserve"> </w:t>
      </w:r>
      <w:r w:rsidRPr="00BA099F">
        <w:rPr>
          <w:rFonts w:ascii="Tahoma" w:hAnsi="Tahoma" w:cs="Tahoma"/>
          <w:sz w:val="24"/>
        </w:rPr>
        <w:t>ředitelů základních škol a mateřských škol zřizovaných městem Strakonice od 1. ledna 2021</w:t>
      </w:r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BA099F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099F">
        <w:rPr>
          <w:rFonts w:ascii="Tahoma" w:hAnsi="Tahoma" w:cs="Tahoma"/>
          <w:sz w:val="20"/>
          <w:szCs w:val="20"/>
        </w:rPr>
        <w:t>RM po projednání</w:t>
      </w:r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099F" w:rsidRPr="00BA099F" w:rsidRDefault="00BA099F" w:rsidP="00BA099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BA099F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099F">
        <w:rPr>
          <w:rFonts w:ascii="Tahoma" w:hAnsi="Tahoma" w:cs="Tahoma"/>
          <w:sz w:val="20"/>
          <w:szCs w:val="20"/>
        </w:rPr>
        <w:t>platové výměry ředitelů základních škol a mateřských škol zřizovaných městem Strakonice, které jsou samostatnou přílohou materiálu uloženou na odboru školství a cestovního ruchu, od 1. ledna 2021.</w:t>
      </w:r>
    </w:p>
    <w:p w:rsidR="00BA099F" w:rsidRP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099F" w:rsidRPr="00BA099F" w:rsidRDefault="00BA099F" w:rsidP="00BA099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BA099F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BA099F" w:rsidRPr="00BA099F" w:rsidRDefault="00BA099F" w:rsidP="00BA099F">
      <w:pPr>
        <w:jc w:val="both"/>
        <w:rPr>
          <w:rFonts w:ascii="Tahoma" w:hAnsi="Tahoma" w:cs="Tahoma"/>
          <w:sz w:val="20"/>
          <w:szCs w:val="20"/>
        </w:rPr>
      </w:pPr>
      <w:r w:rsidRPr="00BA099F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53C5A"/>
    <w:rsid w:val="00077160"/>
    <w:rsid w:val="00231CAD"/>
    <w:rsid w:val="003C78C2"/>
    <w:rsid w:val="003D7520"/>
    <w:rsid w:val="0055252F"/>
    <w:rsid w:val="00573F75"/>
    <w:rsid w:val="00594A15"/>
    <w:rsid w:val="005B73DA"/>
    <w:rsid w:val="005D5AB4"/>
    <w:rsid w:val="005E0400"/>
    <w:rsid w:val="00744CE8"/>
    <w:rsid w:val="00811999"/>
    <w:rsid w:val="008E6A45"/>
    <w:rsid w:val="009E26DB"/>
    <w:rsid w:val="00A432F0"/>
    <w:rsid w:val="00B21534"/>
    <w:rsid w:val="00B671A1"/>
    <w:rsid w:val="00BA099F"/>
    <w:rsid w:val="00BF7E67"/>
    <w:rsid w:val="00D00AC3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29C25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40D7B-12AC-4104-86B8-1F4FD923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30</TotalTime>
  <Pages>2</Pages>
  <Words>133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9</cp:revision>
  <cp:lastPrinted>1899-12-31T23:00:00Z</cp:lastPrinted>
  <dcterms:created xsi:type="dcterms:W3CDTF">2020-12-10T08:22:00Z</dcterms:created>
  <dcterms:modified xsi:type="dcterms:W3CDTF">2021-01-04T07:40:00Z</dcterms:modified>
</cp:coreProperties>
</file>